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05" w:type="dxa"/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2341"/>
        <w:gridCol w:w="2341"/>
        <w:gridCol w:w="2341"/>
        <w:gridCol w:w="2341"/>
        <w:gridCol w:w="2341"/>
      </w:tblGrid>
      <w:tr w:rsidR="00992D03" w:rsidRPr="0010173D" w:rsidTr="007F2FA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E76074" w:rsidP="00F10EF3">
            <w:r>
              <w:rPr>
                <w:noProof/>
              </w:rPr>
              <w:drawing>
                <wp:anchor distT="0" distB="0" distL="114300" distR="114300" simplePos="0" relativeHeight="251880448" behindDoc="0" locked="0" layoutInCell="1" allowOverlap="1" wp14:anchorId="56080294" wp14:editId="0C57DC48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228" name="Picture 228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206F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21AA7AF1" wp14:editId="243B3FA7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46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2D03" w:rsidRDefault="00E76074">
            <w:r>
              <w:rPr>
                <w:noProof/>
              </w:rPr>
              <w:drawing>
                <wp:anchor distT="0" distB="0" distL="114300" distR="114300" simplePos="0" relativeHeight="251879424" behindDoc="0" locked="0" layoutInCell="1" allowOverlap="1" wp14:anchorId="1005A3D1" wp14:editId="436A3A9A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227" name="Picture 22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206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D571031" wp14:editId="7015175E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2D03" w:rsidRPr="00810FCA" w:rsidRDefault="00992D03" w:rsidP="00992D0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.25pt;margin-top:2.75pt;width:63.5pt;height:63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Aj+F4udwIAAAY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992D03" w:rsidRPr="00810FCA" w:rsidRDefault="00992D03" w:rsidP="00992D0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30206F"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742E5CBE" wp14:editId="31A8DEEF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9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67D3EAE" wp14:editId="7DDA7A77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7CC4" w:rsidRPr="00810FCA" w:rsidRDefault="00B87CC4" w:rsidP="00B87CC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79.95pt;margin-top:2.75pt;width:63.5pt;height:6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" stroked="f">
                      <v:textbox inset="0,0,0,0">
                        <w:txbxContent>
                          <w:p w:rsidR="00B87CC4" w:rsidRPr="00810FCA" w:rsidRDefault="00B87CC4" w:rsidP="00B87C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2D03" w:rsidRDefault="00E76074">
            <w:r>
              <w:rPr>
                <w:noProof/>
              </w:rPr>
              <w:drawing>
                <wp:anchor distT="0" distB="0" distL="114300" distR="114300" simplePos="0" relativeHeight="251878400" behindDoc="0" locked="0" layoutInCell="1" allowOverlap="1" wp14:anchorId="41991E97" wp14:editId="2A376E5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224" name="Picture 22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206F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2B9086CD" wp14:editId="62902A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21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3020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4FC433FB" wp14:editId="350AFB2D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7CC4" w:rsidRPr="00810FCA" w:rsidRDefault="00B87CC4" w:rsidP="00B87CC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43.85pt;margin-top:2.75pt;width:63.5pt;height:63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" stroked="f">
                      <v:textbox inset="0,0,0,0">
                        <w:txbxContent>
                          <w:p w:rsidR="00B87CC4" w:rsidRPr="00810FCA" w:rsidRDefault="00B87CC4" w:rsidP="00B87CC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0092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337" name="Picture 33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9376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38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89990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339" name="Picture 339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3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.25pt;margin-top:2.75pt;width:63.5pt;height:63.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89580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40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3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79.95pt;margin-top:2.75pt;width:63.5pt;height:63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89888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341" name="Picture 34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9785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42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3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43.85pt;margin-top:2.75pt;width:63.5pt;height:63.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1116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346" name="Picture 346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0400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47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1014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348" name="Picture 348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3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3.25pt;margin-top:2.75pt;width:63.5pt;height:63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0604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49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79.95pt;margin-top:2.75pt;width:63.5pt;height:63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0912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350" name="Picture 35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0809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35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3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43.85pt;margin-top:2.75pt;width:63.5pt;height:63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2140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31" name="Picture 13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1424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32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2038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33" name="Picture 13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3.25pt;margin-top:2.75pt;width:63.5pt;height:63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CJTc47dwIAAAg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1628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34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79.95pt;margin-top:2.75pt;width:63.5pt;height:63.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1936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35" name="Picture 13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1833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36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43.85pt;margin-top:2.75pt;width:63.5pt;height:63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3164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40" name="Picture 14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2448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4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3062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42" name="Picture 14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3.25pt;margin-top:2.75pt;width:63.5pt;height:63.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4cUeAIAAAg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43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79.95pt;margin-top:2.75pt;width:63.5pt;height:63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2960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44" name="Picture 14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2857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47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43.85pt;margin-top:2.75pt;width:63.5pt;height:63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4188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51" name="Picture 15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3472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52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4086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53" name="Picture 15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3.25pt;margin-top:2.75pt;width:63.5pt;height:63.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BxZZJzdwIAAAc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3676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54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79.95pt;margin-top:2.75pt;width:63.5pt;height:63.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3984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55" name="Picture 15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3881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56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43.85pt;margin-top:2.75pt;width:63.5pt;height:63.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5212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60" name="Picture 16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4496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6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5110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62" name="Picture 16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3.25pt;margin-top:2.75pt;width:63.5pt;height:63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Bug8AodwIAAAg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63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margin-left:79.95pt;margin-top:2.75pt;width:63.5pt;height:63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5008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64" name="Picture 16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4905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65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6" type="#_x0000_t202" style="position:absolute;margin-left:43.85pt;margin-top:2.75pt;width:63.5pt;height:63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6236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69" name="Picture 169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5520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70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6134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71" name="Picture 17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6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margin-left:3.25pt;margin-top:2.75pt;width:63.5pt;height:63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BVVf+6dwIAAAc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5724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72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6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margin-left:79.95pt;margin-top:2.75pt;width:63.5pt;height:63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6032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73" name="Picture 17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5929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74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6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margin-left:43.85pt;margin-top:2.75pt;width:63.5pt;height:63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7260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78" name="Picture 178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6544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79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7158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80" name="Picture 18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7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3.25pt;margin-top:2.75pt;width:63.5pt;height:63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6748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81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margin-left:79.95pt;margin-top:2.75pt;width:63.5pt;height:63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7056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82" name="Picture 18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6953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83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7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2" type="#_x0000_t202" style="position:absolute;margin-left:43.85pt;margin-top:2.75pt;width:63.5pt;height:63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074" w:rsidRPr="0010173D" w:rsidTr="00353C24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82848" behindDoc="0" locked="0" layoutInCell="1" allowOverlap="1" wp14:anchorId="61A18D3B" wp14:editId="0DB3FBCF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-18171</wp:posOffset>
                  </wp:positionV>
                  <wp:extent cx="483235" cy="812165"/>
                  <wp:effectExtent l="0" t="0" r="0" b="6985"/>
                  <wp:wrapNone/>
                  <wp:docPr id="187" name="Picture 18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75680" behindDoc="0" locked="0" layoutInCell="1" allowOverlap="1" wp14:anchorId="4CCFF2D7" wp14:editId="60A3F640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88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81824" behindDoc="0" locked="0" layoutInCell="1" allowOverlap="1" wp14:anchorId="0D2ACE6B" wp14:editId="3E3D9831">
                  <wp:simplePos x="0" y="0"/>
                  <wp:positionH relativeFrom="column">
                    <wp:posOffset>1120140</wp:posOffset>
                  </wp:positionH>
                  <wp:positionV relativeFrom="paragraph">
                    <wp:posOffset>-15875</wp:posOffset>
                  </wp:positionV>
                  <wp:extent cx="483235" cy="812165"/>
                  <wp:effectExtent l="0" t="0" r="0" b="6985"/>
                  <wp:wrapNone/>
                  <wp:docPr id="189" name="Picture 189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5C0467EA" wp14:editId="30136D3A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270" t="0" r="1905" b="3175"/>
                      <wp:wrapNone/>
                      <wp:docPr id="18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margin-left:3.25pt;margin-top:2.75pt;width:63.5pt;height:63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77728" behindDoc="0" locked="0" layoutInCell="1" allowOverlap="1" wp14:anchorId="74520F27" wp14:editId="0B1C3725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92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547C302D" wp14:editId="3B510EDB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8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4" type="#_x0000_t202" style="position:absolute;margin-left:79.95pt;margin-top:2.75pt;width:63.5pt;height:63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76074" w:rsidRDefault="00E76074" w:rsidP="00353C24">
            <w:r>
              <w:rPr>
                <w:noProof/>
              </w:rPr>
              <w:drawing>
                <wp:anchor distT="0" distB="0" distL="114300" distR="114300" simplePos="0" relativeHeight="251980800" behindDoc="0" locked="0" layoutInCell="1" allowOverlap="1" wp14:anchorId="2FB3BF9A" wp14:editId="1DCA3AD5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-19050</wp:posOffset>
                  </wp:positionV>
                  <wp:extent cx="483235" cy="812165"/>
                  <wp:effectExtent l="0" t="0" r="0" b="6985"/>
                  <wp:wrapNone/>
                  <wp:docPr id="193" name="Picture 19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79776" behindDoc="0" locked="0" layoutInCell="1" allowOverlap="1" wp14:anchorId="723FC695" wp14:editId="13B22DBB">
                  <wp:simplePos x="0" y="0"/>
                  <wp:positionH relativeFrom="column">
                    <wp:posOffset>1215390</wp:posOffset>
                  </wp:positionH>
                  <wp:positionV relativeFrom="paragraph">
                    <wp:posOffset>78740</wp:posOffset>
                  </wp:positionV>
                  <wp:extent cx="1017270" cy="719455"/>
                  <wp:effectExtent l="0" t="0" r="0" b="4445"/>
                  <wp:wrapNone/>
                  <wp:docPr id="194" name="Picture 2" descr="Description: http://downloads.clipart.com/23279775.jpg?t=1316200589&amp;h=6cbc926da9d382645dbaf54286474f99&amp;u=sddiscoverycen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http://downloads.clipart.com/23279775.jpg?t=1316200589&amp;h=6cbc926da9d382645dbaf54286474f99&amp;u=sddiscoverycenter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7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E76074" w:rsidRDefault="00E76074" w:rsidP="00353C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35910C1E" wp14:editId="188AA2AF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34925</wp:posOffset>
                      </wp:positionV>
                      <wp:extent cx="806450" cy="806450"/>
                      <wp:effectExtent l="1905" t="0" r="1270" b="3175"/>
                      <wp:wrapNone/>
                      <wp:docPr id="18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074" w:rsidRPr="00810FCA" w:rsidRDefault="00E76074" w:rsidP="00E760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k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iwis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5" type="#_x0000_t202" style="position:absolute;margin-left:43.85pt;margin-top:2.75pt;width:63.5pt;height:63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" stroked="f">
                      <v:textbox inset="0,0,0,0">
                        <w:txbxContent>
                          <w:p w:rsidR="00E76074" w:rsidRPr="00810FCA" w:rsidRDefault="00E76074" w:rsidP="00E7607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k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iwis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72F05" w:rsidRDefault="00B72F05">
      <w:pPr>
        <w:spacing w:after="0" w:line="20" w:lineRule="exact"/>
      </w:pPr>
      <w:bookmarkStart w:id="0" w:name="_GoBack"/>
      <w:bookmarkEnd w:id="0"/>
    </w:p>
    <w:sectPr w:rsidR="00B72F05" w:rsidSect="00F10EF3">
      <w:pgSz w:w="12240" w:h="15840"/>
      <w:pgMar w:top="720" w:right="446" w:bottom="600" w:left="3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2DD" w:rsidRDefault="00AB62DD" w:rsidP="00E127E9">
      <w:pPr>
        <w:spacing w:after="0" w:line="240" w:lineRule="auto"/>
      </w:pPr>
      <w:r>
        <w:separator/>
      </w:r>
    </w:p>
  </w:endnote>
  <w:endnote w:type="continuationSeparator" w:id="0">
    <w:p w:rsidR="00AB62DD" w:rsidRDefault="00AB62DD" w:rsidP="00E1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2DD" w:rsidRDefault="00AB62DD" w:rsidP="00E127E9">
      <w:pPr>
        <w:spacing w:after="0" w:line="240" w:lineRule="auto"/>
      </w:pPr>
      <w:r>
        <w:separator/>
      </w:r>
    </w:p>
  </w:footnote>
  <w:footnote w:type="continuationSeparator" w:id="0">
    <w:p w:rsidR="00AB62DD" w:rsidRDefault="00AB62DD" w:rsidP="00E12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B9"/>
    <w:rsid w:val="00030F50"/>
    <w:rsid w:val="000440BE"/>
    <w:rsid w:val="000B0A43"/>
    <w:rsid w:val="0010173D"/>
    <w:rsid w:val="001F1F1B"/>
    <w:rsid w:val="002E7189"/>
    <w:rsid w:val="0030206F"/>
    <w:rsid w:val="003967FF"/>
    <w:rsid w:val="003E49C7"/>
    <w:rsid w:val="004504B9"/>
    <w:rsid w:val="00810FCA"/>
    <w:rsid w:val="00992D03"/>
    <w:rsid w:val="00AB62DD"/>
    <w:rsid w:val="00B72F05"/>
    <w:rsid w:val="00B87CC4"/>
    <w:rsid w:val="00B90590"/>
    <w:rsid w:val="00C013E7"/>
    <w:rsid w:val="00D42203"/>
    <w:rsid w:val="00E127E9"/>
    <w:rsid w:val="00E76074"/>
    <w:rsid w:val="00F1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72F05"/>
    <w:pPr>
      <w:spacing w:before="43" w:after="43"/>
      <w:ind w:left="993" w:right="57"/>
    </w:pPr>
    <w:rPr>
      <w:rFonts w:ascii="Times New Roman" w:hAnsi="Times New Roman"/>
      <w:bCs/>
      <w:color w:val="94322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E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72F05"/>
    <w:pPr>
      <w:spacing w:before="43" w:after="43"/>
      <w:ind w:left="993" w:right="57"/>
    </w:pPr>
    <w:rPr>
      <w:rFonts w:ascii="Times New Roman" w:hAnsi="Times New Roman"/>
      <w:bCs/>
      <w:color w:val="94322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y%20Kolbeck\AppData\Roaming\Microsoft\Templates\Address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Address labels</Template>
  <TotalTime>12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cp:lastPrinted>2011-09-23T16:03:00Z</cp:lastPrinted>
  <dcterms:created xsi:type="dcterms:W3CDTF">2011-09-23T15:59:00Z</dcterms:created>
  <dcterms:modified xsi:type="dcterms:W3CDTF">2013-05-06T20:28:00Z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TC103754951033</vt:lpwstr>
  </property>
</Properties>
</file>